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25BA5" w14:textId="77777777" w:rsidR="005266F7" w:rsidRDefault="005266F7" w:rsidP="00796354">
      <w:pPr>
        <w:jc w:val="both"/>
        <w:rPr>
          <w:rFonts w:ascii="Calibri" w:eastAsia="Calibri" w:hAnsi="Calibri" w:cs="Calibri"/>
          <w:snapToGrid w:val="0"/>
          <w:lang w:eastAsia="en-US"/>
        </w:rPr>
      </w:pPr>
    </w:p>
    <w:p w14:paraId="1E9298AB" w14:textId="77777777" w:rsidR="0099453F" w:rsidRPr="0099453F" w:rsidRDefault="0099453F" w:rsidP="0099453F">
      <w:pPr>
        <w:pStyle w:val="Antet"/>
        <w:jc w:val="right"/>
        <w:rPr>
          <w:rFonts w:ascii="Calibri" w:hAnsi="Calibri" w:cs="Calibri"/>
          <w:b/>
        </w:rPr>
      </w:pPr>
      <w:r w:rsidRPr="0099453F">
        <w:rPr>
          <w:rFonts w:ascii="Calibri" w:hAnsi="Calibri" w:cs="Calibri"/>
          <w:b/>
        </w:rPr>
        <w:t>Anexa 13</w:t>
      </w:r>
    </w:p>
    <w:p w14:paraId="78F795C9" w14:textId="77777777" w:rsidR="0099453F" w:rsidRPr="0099453F" w:rsidRDefault="0099453F" w:rsidP="0099453F">
      <w:pPr>
        <w:pStyle w:val="Antet"/>
        <w:jc w:val="right"/>
      </w:pPr>
    </w:p>
    <w:p w14:paraId="4D3A2CAA" w14:textId="77777777" w:rsidR="0099453F" w:rsidRPr="0099453F" w:rsidRDefault="0099453F" w:rsidP="0099453F">
      <w:pPr>
        <w:pStyle w:val="Antet"/>
        <w:jc w:val="right"/>
      </w:pPr>
    </w:p>
    <w:p w14:paraId="4BD05E48" w14:textId="77777777" w:rsidR="0099453F" w:rsidRPr="0099453F" w:rsidRDefault="0099453F" w:rsidP="0099453F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99453F">
        <w:rPr>
          <w:rFonts w:ascii="Calibri" w:hAnsi="Calibri" w:cs="Calibri"/>
          <w:sz w:val="24"/>
        </w:rPr>
        <w:t>Tabel centralizator pentru obiective de investiţie</w:t>
      </w:r>
    </w:p>
    <w:p w14:paraId="13BDD8E9" w14:textId="77777777" w:rsidR="0099453F" w:rsidRPr="0099453F" w:rsidRDefault="0099453F" w:rsidP="0099453F">
      <w:pPr>
        <w:jc w:val="center"/>
        <w:rPr>
          <w:rFonts w:ascii="Calibri" w:hAnsi="Calibri" w:cs="Calibri"/>
          <w:i/>
        </w:rPr>
      </w:pPr>
      <w:r w:rsidRPr="0099453F">
        <w:rPr>
          <w:rFonts w:ascii="Calibri" w:hAnsi="Calibri" w:cs="Calibri"/>
          <w:i/>
        </w:rPr>
        <w:t>-model orientativ-</w:t>
      </w:r>
    </w:p>
    <w:p w14:paraId="75371392" w14:textId="77777777" w:rsidR="0099453F" w:rsidRDefault="0099453F" w:rsidP="0099453F">
      <w:pPr>
        <w:rPr>
          <w:rFonts w:ascii="Calibri" w:hAnsi="Calibri" w:cs="Calibri"/>
        </w:rPr>
      </w:pPr>
    </w:p>
    <w:p w14:paraId="5CF6B954" w14:textId="77777777" w:rsidR="002A6B7D" w:rsidRDefault="002A6B7D" w:rsidP="0099453F">
      <w:pPr>
        <w:rPr>
          <w:rFonts w:ascii="Calibri" w:hAnsi="Calibri" w:cs="Calibri"/>
        </w:rPr>
      </w:pPr>
    </w:p>
    <w:p w14:paraId="0030BDEF" w14:textId="77777777" w:rsidR="002A6B7D" w:rsidRPr="0099453F" w:rsidRDefault="002A6B7D" w:rsidP="0099453F">
      <w:pPr>
        <w:rPr>
          <w:rFonts w:ascii="Calibri" w:hAnsi="Calibri" w:cs="Calibri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312"/>
        <w:gridCol w:w="1559"/>
        <w:gridCol w:w="1560"/>
        <w:gridCol w:w="1842"/>
      </w:tblGrid>
      <w:tr w:rsidR="0099453F" w:rsidRPr="0099453F" w14:paraId="715CDDF0" w14:textId="77777777" w:rsidTr="0099453F">
        <w:trPr>
          <w:trHeight w:val="2142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33B4F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73C76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>Nr. carte funciară/Nr. document de proprietate/</w:t>
            </w:r>
          </w:p>
          <w:p w14:paraId="20175F46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>administrare/</w:t>
            </w:r>
          </w:p>
          <w:p w14:paraId="3BAEC331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 xml:space="preserve"> </w:t>
            </w:r>
          </w:p>
        </w:tc>
        <w:tc>
          <w:tcPr>
            <w:tcW w:w="231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30292" w14:textId="77777777"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Număr cadastral, elemente de identificare a imobilului/mijlocului de transport/bunurilor </w:t>
            </w:r>
          </w:p>
          <w:p w14:paraId="4F0677BA" w14:textId="77777777" w:rsidR="0099453F" w:rsidRPr="0099453F" w:rsidRDefault="0099453F" w:rsidP="00E26BA2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BE87F" w14:textId="77777777"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Suprafaţă</w:t>
            </w:r>
          </w:p>
          <w:p w14:paraId="1D832662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(mp), </w:t>
            </w:r>
            <w:r w:rsidRPr="0099453F">
              <w:rPr>
                <w:rFonts w:ascii="Calibri" w:hAnsi="Calibri" w:cs="Calibri"/>
                <w:b/>
                <w:bCs/>
                <w:i/>
                <w:color w:val="000000"/>
                <w:lang w:eastAsia="ro-RO"/>
              </w:rPr>
              <w:t>dacă este cazul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433B3" w14:textId="77777777" w:rsidR="0099453F" w:rsidRPr="0099453F" w:rsidRDefault="0099453F" w:rsidP="00E26BA2">
            <w:pPr>
              <w:spacing w:after="240"/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Obiectiv de investiţie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03969" w14:textId="77777777"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Istoric, </w:t>
            </w:r>
            <w:r w:rsidRPr="0099453F">
              <w:rPr>
                <w:rFonts w:ascii="Calibri" w:hAnsi="Calibri" w:cs="Calibri"/>
                <w:b/>
                <w:bCs/>
                <w:i/>
                <w:color w:val="000000"/>
                <w:lang w:eastAsia="ro-RO"/>
              </w:rPr>
              <w:t>dacă este cazul</w:t>
            </w: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. </w:t>
            </w:r>
          </w:p>
          <w:p w14:paraId="154753C1" w14:textId="77777777"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  <w:p w14:paraId="6C64C816" w14:textId="77777777"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Se vor menţiona actele privind dezmembrările şi alipirile, etc  </w:t>
            </w:r>
          </w:p>
        </w:tc>
      </w:tr>
      <w:tr w:rsidR="0099453F" w:rsidRPr="0099453F" w14:paraId="1A4BC890" w14:textId="77777777" w:rsidTr="0099453F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B3A66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C186C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23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1B802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CF739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51F05" w14:textId="77777777"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3F070" w14:textId="77777777" w:rsidR="0099453F" w:rsidRPr="0099453F" w:rsidRDefault="0099453F" w:rsidP="00E26BA2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99453F" w:rsidRPr="0099453F" w14:paraId="4B7B44B5" w14:textId="77777777" w:rsidTr="0099453F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5A07EA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EE8069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3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C12545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F9BD6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A3D6E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372E3" w14:textId="77777777" w:rsidR="0099453F" w:rsidRPr="0099453F" w:rsidRDefault="0099453F" w:rsidP="00E26BA2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  <w:tr w:rsidR="0099453F" w:rsidRPr="0099453F" w14:paraId="286CC17F" w14:textId="77777777" w:rsidTr="0099453F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07B037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00D5D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3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D8B64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956AB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EA1B5" w14:textId="77777777"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E7073" w14:textId="77777777" w:rsidR="0099453F" w:rsidRPr="0099453F" w:rsidRDefault="0099453F" w:rsidP="00E26BA2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</w:tbl>
    <w:p w14:paraId="6F47F72E" w14:textId="77777777" w:rsidR="0099453F" w:rsidRPr="0099453F" w:rsidRDefault="0099453F" w:rsidP="0099453F"/>
    <w:p w14:paraId="36E29BF1" w14:textId="77777777" w:rsidR="003C0CF4" w:rsidRPr="0099453F" w:rsidRDefault="003C0CF4" w:rsidP="00796354">
      <w:pPr>
        <w:jc w:val="both"/>
      </w:pPr>
    </w:p>
    <w:sectPr w:rsidR="003C0CF4" w:rsidRPr="0099453F" w:rsidSect="005266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16" w:right="991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BAD56" w14:textId="77777777" w:rsidR="00241038" w:rsidRDefault="00241038">
      <w:r>
        <w:separator/>
      </w:r>
    </w:p>
  </w:endnote>
  <w:endnote w:type="continuationSeparator" w:id="0">
    <w:p w14:paraId="24CB34FD" w14:textId="77777777" w:rsidR="00241038" w:rsidRDefault="0024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49047" w14:textId="77777777" w:rsidR="001E3668" w:rsidRDefault="001E366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6FE579F7" w14:textId="77777777">
      <w:trPr>
        <w:cantSplit/>
        <w:trHeight w:hRule="exact" w:val="340"/>
        <w:hidden/>
      </w:trPr>
      <w:tc>
        <w:tcPr>
          <w:tcW w:w="9210" w:type="dxa"/>
        </w:tcPr>
        <w:p w14:paraId="0ACCDA75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5184F32A" w14:textId="77777777" w:rsidR="00F12E7F" w:rsidRDefault="004D3350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 wp14:anchorId="571A6CBF" wp14:editId="2BCAB66D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AC541AD" wp14:editId="1C7547AA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1E7E6C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C541AD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681E7E6C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A4B18FA" wp14:editId="0E0A0EF5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89B5D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4B18FA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0EA89B5D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EC8234" wp14:editId="364BDD6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BB468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08D9310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24FCDD8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EC8234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09BB4688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08D9310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024FCDD8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 wp14:anchorId="1778BFF0" wp14:editId="0E680AAB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71649A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50FE" w14:textId="77777777" w:rsidR="00072DDE" w:rsidRDefault="004D3350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 wp14:anchorId="793DBD6D" wp14:editId="5098E46D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7FFDBF" wp14:editId="0D363B3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E0C58E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7FFDBF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57E0C58E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489801E" wp14:editId="5A04FD60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BA4B9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89801E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746BA4B9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C793D18" wp14:editId="222986CE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7A438C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37E2F38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AE65D9F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793D18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3E7A438C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37E2F38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AE65D9F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 wp14:anchorId="2E255272" wp14:editId="68D8AF6F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54CAF" w14:textId="77777777" w:rsidR="00241038" w:rsidRDefault="00241038">
      <w:r>
        <w:separator/>
      </w:r>
    </w:p>
  </w:footnote>
  <w:footnote w:type="continuationSeparator" w:id="0">
    <w:p w14:paraId="69276434" w14:textId="77777777" w:rsidR="00241038" w:rsidRDefault="00241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3372C" w14:textId="2E178830" w:rsidR="001E3668" w:rsidRDefault="00585B57">
    <w:pPr>
      <w:pStyle w:val="Antet"/>
    </w:pPr>
    <w:r>
      <w:pict w14:anchorId="483B82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2" type="#_x0000_t136" style="position:absolute;margin-left:0;margin-top:0;width:590.65pt;height:90.8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D055" w14:textId="4BA96D13" w:rsidR="002B3BB9" w:rsidRPr="00851382" w:rsidRDefault="00585B57">
    <w:pPr>
      <w:pStyle w:val="Antet"/>
      <w:rPr>
        <w:color w:val="999999"/>
      </w:rPr>
    </w:pPr>
    <w:r>
      <w:pict w14:anchorId="4A842C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3" type="#_x0000_t136" style="position:absolute;margin-left:0;margin-top:0;width:590.65pt;height:90.8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4D3350"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33C6C775" wp14:editId="6BDEA2DA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F353A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3739CE3C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C6C775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5BCF353A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3739CE3C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  <w:p w14:paraId="60682B70" w14:textId="77777777" w:rsidR="002B3BB9" w:rsidRDefault="002B3BB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68497" w14:textId="300CA7C2" w:rsidR="002B3BB9" w:rsidRDefault="004D3350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 wp14:anchorId="486E099A" wp14:editId="40733DB9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2013C7D0" wp14:editId="31E535BA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 wp14:anchorId="414AFF21" wp14:editId="752A77AA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C4BDF"/>
    <w:rsid w:val="001E3668"/>
    <w:rsid w:val="001E7D06"/>
    <w:rsid w:val="00241038"/>
    <w:rsid w:val="00255002"/>
    <w:rsid w:val="002A6B7D"/>
    <w:rsid w:val="002B3BB9"/>
    <w:rsid w:val="002C46CD"/>
    <w:rsid w:val="002D4D83"/>
    <w:rsid w:val="002E07E9"/>
    <w:rsid w:val="002F1246"/>
    <w:rsid w:val="00326DC2"/>
    <w:rsid w:val="00351F71"/>
    <w:rsid w:val="00376CFE"/>
    <w:rsid w:val="003C0CF4"/>
    <w:rsid w:val="003E2E03"/>
    <w:rsid w:val="00474F02"/>
    <w:rsid w:val="004D3350"/>
    <w:rsid w:val="00523BEA"/>
    <w:rsid w:val="005266F7"/>
    <w:rsid w:val="00561F8E"/>
    <w:rsid w:val="00585B57"/>
    <w:rsid w:val="005A2511"/>
    <w:rsid w:val="005A6B00"/>
    <w:rsid w:val="005C21C9"/>
    <w:rsid w:val="005C7AFF"/>
    <w:rsid w:val="00643AC4"/>
    <w:rsid w:val="00660809"/>
    <w:rsid w:val="006B79B9"/>
    <w:rsid w:val="006F14B9"/>
    <w:rsid w:val="007209E0"/>
    <w:rsid w:val="00754551"/>
    <w:rsid w:val="00796354"/>
    <w:rsid w:val="007A69A6"/>
    <w:rsid w:val="007C403D"/>
    <w:rsid w:val="007D40F0"/>
    <w:rsid w:val="00851382"/>
    <w:rsid w:val="0087265A"/>
    <w:rsid w:val="0088290B"/>
    <w:rsid w:val="008C26CE"/>
    <w:rsid w:val="008E7688"/>
    <w:rsid w:val="00936CF8"/>
    <w:rsid w:val="00950345"/>
    <w:rsid w:val="0095716B"/>
    <w:rsid w:val="0099453F"/>
    <w:rsid w:val="009F711B"/>
    <w:rsid w:val="00A06DE4"/>
    <w:rsid w:val="00A82042"/>
    <w:rsid w:val="00AB1EDA"/>
    <w:rsid w:val="00AE4990"/>
    <w:rsid w:val="00B15233"/>
    <w:rsid w:val="00B24E12"/>
    <w:rsid w:val="00B565C5"/>
    <w:rsid w:val="00BD3175"/>
    <w:rsid w:val="00C05C7A"/>
    <w:rsid w:val="00C416F1"/>
    <w:rsid w:val="00C707BE"/>
    <w:rsid w:val="00C82AD1"/>
    <w:rsid w:val="00C916A3"/>
    <w:rsid w:val="00CC6C98"/>
    <w:rsid w:val="00D22014"/>
    <w:rsid w:val="00D94812"/>
    <w:rsid w:val="00DD113C"/>
    <w:rsid w:val="00E26BA2"/>
    <w:rsid w:val="00E31672"/>
    <w:rsid w:val="00E753B1"/>
    <w:rsid w:val="00EF25AA"/>
    <w:rsid w:val="00EF6CD7"/>
    <w:rsid w:val="00F12E7F"/>
    <w:rsid w:val="00F302E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4:docId w14:val="65FE8D87"/>
  <w15:chartTrackingRefBased/>
  <w15:docId w15:val="{83C5065D-7209-461C-96CB-A072FBAF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uiPriority w:val="99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42D5A-FA8C-4F24-9AC5-81E551C05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2</TotalTime>
  <Pages>1</Pages>
  <Words>51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453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4</cp:revision>
  <cp:lastPrinted>2022-03-29T08:07:00Z</cp:lastPrinted>
  <dcterms:created xsi:type="dcterms:W3CDTF">2023-09-06T09:19:00Z</dcterms:created>
  <dcterms:modified xsi:type="dcterms:W3CDTF">2025-09-26T12:17:00Z</dcterms:modified>
</cp:coreProperties>
</file>